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B7FB" w14:textId="77777777" w:rsidR="00F723A9" w:rsidRDefault="00AB03D5">
      <w:pPr>
        <w:pStyle w:val="Heading"/>
        <w:spacing w:line="240" w:lineRule="auto"/>
        <w:rPr>
          <w:rFonts w:ascii="SennheiserOffice-Bold" w:eastAsia="SennheiserOffice-Bold" w:hAnsi="SennheiserOffice-Bold" w:cs="SennheiserOffice-Bold"/>
        </w:rPr>
      </w:pPr>
      <w:r>
        <w:rPr>
          <w:rFonts w:ascii="Arial Unicode MS" w:eastAsia="Arial Unicode MS" w:hAnsi="Arial Unicode MS" w:cs="Arial Unicode MS"/>
          <w:b w:val="0"/>
          <w:bCs w:val="0"/>
        </w:rPr>
        <w:t>Sennheiser Offer</w:t>
      </w:r>
      <w:r w:rsidR="00184C1D">
        <w:rPr>
          <w:rFonts w:ascii="Arial Unicode MS" w:eastAsia="Arial Unicode MS" w:hAnsi="Arial Unicode MS" w:cs="Arial Unicode MS"/>
          <w:b w:val="0"/>
          <w:bCs w:val="0"/>
        </w:rPr>
        <w:t>s</w:t>
      </w:r>
      <w:r>
        <w:rPr>
          <w:rFonts w:ascii="Arial Unicode MS" w:eastAsia="Arial Unicode MS" w:hAnsi="Arial Unicode MS" w:cs="Arial Unicode MS"/>
          <w:b w:val="0"/>
          <w:bCs w:val="0"/>
        </w:rPr>
        <w:t xml:space="preserve"> Personal Interactions with </w:t>
      </w:r>
      <w:r w:rsidR="00184C1D">
        <w:rPr>
          <w:rFonts w:ascii="Arial Unicode MS" w:eastAsia="Arial Unicode MS" w:hAnsi="Arial Unicode MS" w:cs="Arial Unicode MS"/>
          <w:b w:val="0"/>
          <w:bCs w:val="0"/>
        </w:rPr>
        <w:t xml:space="preserve">its Business Communications </w:t>
      </w:r>
      <w:r>
        <w:rPr>
          <w:rFonts w:ascii="Arial Unicode MS" w:eastAsia="Arial Unicode MS" w:hAnsi="Arial Unicode MS" w:cs="Arial Unicode MS"/>
          <w:b w:val="0"/>
          <w:bCs w:val="0"/>
        </w:rPr>
        <w:t xml:space="preserve">Products and Experts During the Meet </w:t>
      </w:r>
      <w:r w:rsidR="00184C1D">
        <w:rPr>
          <w:rFonts w:ascii="Arial Unicode MS" w:eastAsia="Arial Unicode MS" w:hAnsi="Arial Unicode MS" w:cs="Arial Unicode MS"/>
          <w:b w:val="0"/>
          <w:bCs w:val="0"/>
        </w:rPr>
        <w:t>the</w:t>
      </w:r>
      <w:r>
        <w:rPr>
          <w:rFonts w:ascii="Arial Unicode MS" w:eastAsia="Arial Unicode MS" w:hAnsi="Arial Unicode MS" w:cs="Arial Unicode MS"/>
          <w:b w:val="0"/>
          <w:bCs w:val="0"/>
        </w:rPr>
        <w:t xml:space="preserve"> </w:t>
      </w:r>
      <w:proofErr w:type="spellStart"/>
      <w:r>
        <w:rPr>
          <w:rFonts w:ascii="Arial Unicode MS" w:eastAsia="Arial Unicode MS" w:hAnsi="Arial Unicode MS" w:cs="Arial Unicode MS"/>
          <w:b w:val="0"/>
          <w:bCs w:val="0"/>
        </w:rPr>
        <w:t>TeamConnect</w:t>
      </w:r>
      <w:proofErr w:type="spellEnd"/>
      <w:r>
        <w:rPr>
          <w:rFonts w:ascii="Arial Unicode MS" w:eastAsia="Arial Unicode MS" w:hAnsi="Arial Unicode MS" w:cs="Arial Unicode MS"/>
          <w:b w:val="0"/>
          <w:bCs w:val="0"/>
        </w:rPr>
        <w:t xml:space="preserve"> Family Roadshow 2023</w:t>
      </w:r>
    </w:p>
    <w:p w14:paraId="7A9FFA1D" w14:textId="77777777" w:rsidR="00F723A9" w:rsidRDefault="00F723A9">
      <w:pPr>
        <w:pStyle w:val="Body"/>
        <w:spacing w:line="240" w:lineRule="auto"/>
      </w:pPr>
    </w:p>
    <w:p w14:paraId="664B13F5" w14:textId="1D206CDD" w:rsidR="00F723A9" w:rsidRDefault="00BA0182" w:rsidP="17F6E6BA">
      <w:pPr>
        <w:pStyle w:val="Body"/>
        <w:spacing w:line="240" w:lineRule="auto"/>
        <w:rPr>
          <w:b/>
          <w:bCs/>
          <w:i/>
          <w:iCs/>
        </w:rPr>
      </w:pPr>
      <w:r w:rsidRPr="17F6E6BA">
        <w:rPr>
          <w:b/>
          <w:bCs/>
          <w:i/>
          <w:iCs/>
        </w:rPr>
        <w:t>Next</w:t>
      </w:r>
      <w:r w:rsidR="00184C1D" w:rsidRPr="17F6E6BA">
        <w:rPr>
          <w:b/>
          <w:bCs/>
          <w:i/>
          <w:iCs/>
        </w:rPr>
        <w:t xml:space="preserve"> stop will be </w:t>
      </w:r>
      <w:r w:rsidRPr="17F6E6BA">
        <w:rPr>
          <w:b/>
          <w:bCs/>
          <w:i/>
          <w:iCs/>
        </w:rPr>
        <w:t>Worcester</w:t>
      </w:r>
      <w:r w:rsidR="00184C1D" w:rsidRPr="17F6E6BA">
        <w:rPr>
          <w:b/>
          <w:bCs/>
          <w:i/>
          <w:iCs/>
        </w:rPr>
        <w:t xml:space="preserve">, </w:t>
      </w:r>
      <w:r w:rsidR="6D710AC3" w:rsidRPr="17F6E6BA">
        <w:rPr>
          <w:b/>
          <w:bCs/>
          <w:i/>
          <w:iCs/>
        </w:rPr>
        <w:t>England</w:t>
      </w:r>
      <w:r w:rsidRPr="17F6E6BA">
        <w:rPr>
          <w:b/>
          <w:bCs/>
          <w:i/>
          <w:iCs/>
        </w:rPr>
        <w:t xml:space="preserve"> </w:t>
      </w:r>
      <w:r w:rsidR="00184C1D" w:rsidRPr="17F6E6BA">
        <w:rPr>
          <w:b/>
          <w:bCs/>
          <w:i/>
          <w:iCs/>
        </w:rPr>
        <w:t xml:space="preserve">on </w:t>
      </w:r>
      <w:r w:rsidRPr="17F6E6BA">
        <w:rPr>
          <w:b/>
          <w:bCs/>
          <w:i/>
          <w:iCs/>
        </w:rPr>
        <w:t>October 17</w:t>
      </w:r>
    </w:p>
    <w:p w14:paraId="69498DB8" w14:textId="77777777" w:rsidR="00F723A9" w:rsidRDefault="00F723A9">
      <w:pPr>
        <w:pStyle w:val="Body"/>
        <w:spacing w:line="240" w:lineRule="auto"/>
        <w:rPr>
          <w:b/>
          <w:bCs/>
          <w:i/>
          <w:iCs/>
        </w:rPr>
      </w:pPr>
    </w:p>
    <w:p w14:paraId="45CEC561" w14:textId="6F9E6E4B" w:rsidR="00F723A9" w:rsidRDefault="002B2A66">
      <w:pPr>
        <w:pStyle w:val="Body"/>
        <w:spacing w:line="240" w:lineRule="auto"/>
      </w:pPr>
      <w:proofErr w:type="spellStart"/>
      <w:r w:rsidRPr="17F6E6BA">
        <w:rPr>
          <w:b/>
          <w:bCs/>
          <w:i/>
          <w:iCs/>
        </w:rPr>
        <w:t>Wedemark</w:t>
      </w:r>
      <w:proofErr w:type="spellEnd"/>
      <w:r w:rsidRPr="17F6E6BA">
        <w:rPr>
          <w:b/>
          <w:bCs/>
          <w:i/>
          <w:iCs/>
        </w:rPr>
        <w:t>, September 1</w:t>
      </w:r>
      <w:r w:rsidR="006A79C1">
        <w:rPr>
          <w:b/>
          <w:bCs/>
          <w:i/>
          <w:iCs/>
        </w:rPr>
        <w:t>1</w:t>
      </w:r>
      <w:r w:rsidRPr="17F6E6BA">
        <w:rPr>
          <w:b/>
          <w:bCs/>
          <w:i/>
          <w:iCs/>
        </w:rPr>
        <w:t xml:space="preserve">, 2023 </w:t>
      </w:r>
      <w:r w:rsidRPr="17F6E6BA">
        <w:rPr>
          <w:b/>
          <w:bCs/>
        </w:rPr>
        <w:t>-</w:t>
      </w:r>
      <w:r>
        <w:t xml:space="preserve"> Sennheiser, the </w:t>
      </w:r>
      <w:r w:rsidR="00184C1D">
        <w:t>first choice for</w:t>
      </w:r>
      <w:r>
        <w:t xml:space="preserve"> advanced audio technology that makes collaboration and learning easier, </w:t>
      </w:r>
      <w:r w:rsidR="12006D39">
        <w:t>will continue</w:t>
      </w:r>
      <w:r>
        <w:t xml:space="preserve"> its Meet </w:t>
      </w:r>
      <w:r w:rsidR="00184C1D">
        <w:t>the</w:t>
      </w:r>
      <w:r>
        <w:t xml:space="preserve"> </w:t>
      </w:r>
      <w:proofErr w:type="spellStart"/>
      <w:r>
        <w:t>TeamConnect</w:t>
      </w:r>
      <w:proofErr w:type="spellEnd"/>
      <w:r>
        <w:t xml:space="preserve"> Family Roadshow 2023 with a stop in </w:t>
      </w:r>
      <w:r w:rsidR="00BA0182">
        <w:t>Worceste</w:t>
      </w:r>
      <w:r w:rsidR="00907E32">
        <w:t xml:space="preserve">r, </w:t>
      </w:r>
      <w:r w:rsidR="218D2ADD">
        <w:t xml:space="preserve">England </w:t>
      </w:r>
      <w:r>
        <w:t xml:space="preserve"> on </w:t>
      </w:r>
      <w:r w:rsidR="00BA0182">
        <w:t>Tuesday</w:t>
      </w:r>
      <w:r>
        <w:t>,</w:t>
      </w:r>
      <w:r w:rsidR="00BA0182">
        <w:t xml:space="preserve"> October 17</w:t>
      </w:r>
      <w:r>
        <w:t xml:space="preserve">. The roadshow will travel across the globe showcasing the </w:t>
      </w:r>
      <w:proofErr w:type="spellStart"/>
      <w:r>
        <w:t>TeamConnect</w:t>
      </w:r>
      <w:proofErr w:type="spellEnd"/>
      <w:r>
        <w:t xml:space="preserve"> Family </w:t>
      </w:r>
      <w:r w:rsidR="00184C1D">
        <w:t>b</w:t>
      </w:r>
      <w:r>
        <w:t xml:space="preserve">usiness </w:t>
      </w:r>
      <w:r w:rsidR="00184C1D">
        <w:t>c</w:t>
      </w:r>
      <w:r>
        <w:t xml:space="preserve">ommunications portfolio to distributors, consultants, integrators, and resellers. </w:t>
      </w:r>
    </w:p>
    <w:p w14:paraId="2876E58B" w14:textId="77777777" w:rsidR="00F723A9" w:rsidRDefault="00F723A9">
      <w:pPr>
        <w:pStyle w:val="Body"/>
        <w:spacing w:line="240" w:lineRule="auto"/>
      </w:pPr>
    </w:p>
    <w:p w14:paraId="512B03E0" w14:textId="1BFC6AF7" w:rsidR="00F723A9" w:rsidRDefault="002B2A66">
      <w:pPr>
        <w:pStyle w:val="Body"/>
        <w:spacing w:line="240" w:lineRule="auto"/>
      </w:pPr>
      <w:r>
        <w:t>Sennheiser will be using th</w:t>
      </w:r>
      <w:r w:rsidR="00184C1D">
        <w:t>e</w:t>
      </w:r>
      <w:r>
        <w:t xml:space="preserve"> roadshow as an opportunity to visit cities all over Europe, South </w:t>
      </w:r>
      <w:r w:rsidR="000E5BF1">
        <w:t>Africa,</w:t>
      </w:r>
      <w:r>
        <w:t xml:space="preserve"> and the Middle East</w:t>
      </w:r>
      <w:r w:rsidR="7D32C650">
        <w:t xml:space="preserve">. </w:t>
      </w:r>
      <w:r>
        <w:t xml:space="preserve">At each stop on the roadshow, the Business Communications team will be </w:t>
      </w:r>
      <w:r w:rsidR="00A175AE">
        <w:t>demonstrating</w:t>
      </w:r>
      <w:r>
        <w:t xml:space="preserve"> some of </w:t>
      </w:r>
      <w:r w:rsidR="00604FA8">
        <w:t xml:space="preserve">Sennheiser’s </w:t>
      </w:r>
      <w:r>
        <w:t xml:space="preserve">newest and most innovative products, including the </w:t>
      </w:r>
      <w:proofErr w:type="spellStart"/>
      <w:r>
        <w:t>TeamConnect</w:t>
      </w:r>
      <w:proofErr w:type="spellEnd"/>
      <w:r>
        <w:t xml:space="preserve"> Bars, the most feature-rich all-in-one conferencing devices in their class, and the </w:t>
      </w:r>
      <w:proofErr w:type="spellStart"/>
      <w:r>
        <w:t>TeamConnect</w:t>
      </w:r>
      <w:proofErr w:type="spellEnd"/>
      <w:r>
        <w:t xml:space="preserve"> Ceiling Medium with beamforming technology. </w:t>
      </w:r>
    </w:p>
    <w:p w14:paraId="0BAACEC7" w14:textId="0791A0D4" w:rsidR="00F723A9" w:rsidRDefault="00F723A9">
      <w:pPr>
        <w:pStyle w:val="Body"/>
        <w:spacing w:line="240" w:lineRule="auto"/>
      </w:pPr>
    </w:p>
    <w:p w14:paraId="43C70B34" w14:textId="31A461D1" w:rsidR="00F723A9" w:rsidRDefault="00A175AE">
      <w:pPr>
        <w:pStyle w:val="Body"/>
        <w:spacing w:line="240" w:lineRule="auto"/>
      </w:pPr>
      <w:r>
        <w:t xml:space="preserve">Attendees will be encouraged to get ‘hands-on’ with these newest innovations and engage </w:t>
      </w:r>
      <w:r w:rsidR="002165F2">
        <w:t>with Sennheiser</w:t>
      </w:r>
      <w:r w:rsidR="002B2A66">
        <w:t xml:space="preserve"> </w:t>
      </w:r>
      <w:r>
        <w:t xml:space="preserve">technical experts to gain deeper insights into the features and benefits </w:t>
      </w:r>
      <w:r w:rsidR="002F30A9">
        <w:t>of the</w:t>
      </w:r>
      <w:r>
        <w:t xml:space="preserve"> </w:t>
      </w:r>
      <w:proofErr w:type="spellStart"/>
      <w:r w:rsidR="002B2A66">
        <w:t>TeamConnect</w:t>
      </w:r>
      <w:proofErr w:type="spellEnd"/>
      <w:r w:rsidR="002B2A66">
        <w:t xml:space="preserve"> Family and how the products can </w:t>
      </w:r>
      <w:r>
        <w:t xml:space="preserve">enhance collaboration in </w:t>
      </w:r>
      <w:r w:rsidR="002B2A66">
        <w:t xml:space="preserve">working and learning environments. </w:t>
      </w:r>
    </w:p>
    <w:p w14:paraId="576BA2BF" w14:textId="2664E2EE" w:rsidR="17F6E6BA" w:rsidRDefault="17F6E6BA" w:rsidP="17F6E6BA">
      <w:pPr>
        <w:pStyle w:val="Body"/>
        <w:spacing w:line="240" w:lineRule="auto"/>
      </w:pPr>
    </w:p>
    <w:p w14:paraId="720079B2" w14:textId="5F85BEB3" w:rsidR="1454BF0D" w:rsidRDefault="1454BF0D" w:rsidP="17F6E6BA">
      <w:pPr>
        <w:pStyle w:val="Body"/>
        <w:spacing w:line="240" w:lineRule="auto"/>
      </w:pPr>
      <w:r>
        <w:t xml:space="preserve">In addition </w:t>
      </w:r>
      <w:r w:rsidR="4A59DA01">
        <w:t xml:space="preserve">to Worcester, the roadshow will also stop in </w:t>
      </w:r>
      <w:r w:rsidR="0F2A1039">
        <w:t>South Queensferry</w:t>
      </w:r>
      <w:r w:rsidR="4A59DA01">
        <w:t xml:space="preserve">, Scotland on October 19.  </w:t>
      </w:r>
    </w:p>
    <w:p w14:paraId="33C37424" w14:textId="77777777" w:rsidR="00F723A9" w:rsidRDefault="00F723A9">
      <w:pPr>
        <w:pStyle w:val="Body"/>
        <w:spacing w:line="240" w:lineRule="auto"/>
      </w:pPr>
    </w:p>
    <w:p w14:paraId="6C4B5F65" w14:textId="77777777" w:rsidR="00F723A9" w:rsidRDefault="002B2A66">
      <w:pPr>
        <w:pStyle w:val="Body"/>
        <w:spacing w:line="240" w:lineRule="auto"/>
      </w:pPr>
      <w:r>
        <w:t xml:space="preserve">Register for free to attend one of the </w:t>
      </w:r>
      <w:proofErr w:type="gramStart"/>
      <w:r>
        <w:t>roadshow</w:t>
      </w:r>
      <w:proofErr w:type="gramEnd"/>
      <w:r>
        <w:t xml:space="preserve"> stops and spend the day learning more about how the Sennheiser </w:t>
      </w:r>
      <w:proofErr w:type="spellStart"/>
      <w:r>
        <w:t>TeamConnect</w:t>
      </w:r>
      <w:proofErr w:type="spellEnd"/>
      <w:r>
        <w:t xml:space="preserve"> Family can suit the size and set up of </w:t>
      </w:r>
      <w:r w:rsidR="00520A09">
        <w:t>any meeting space</w:t>
      </w:r>
      <w:r>
        <w:t xml:space="preserve">. Register for free here: </w:t>
      </w:r>
      <w:hyperlink r:id="rId10" w:history="1">
        <w:r>
          <w:rPr>
            <w:rStyle w:val="Hyperlink0"/>
          </w:rPr>
          <w:t>https://en-us.sennheiser.com/sennheisers-roadshow-introduce-cutting-edge-audio-solutions</w:t>
        </w:r>
      </w:hyperlink>
    </w:p>
    <w:p w14:paraId="22978920" w14:textId="77777777" w:rsidR="00F723A9" w:rsidRDefault="00F723A9">
      <w:pPr>
        <w:pStyle w:val="Body"/>
        <w:spacing w:line="240" w:lineRule="auto"/>
      </w:pPr>
    </w:p>
    <w:p w14:paraId="2A74459A" w14:textId="77777777" w:rsidR="00F723A9" w:rsidRDefault="002B2A66">
      <w:pPr>
        <w:pStyle w:val="Body"/>
        <w:spacing w:line="240" w:lineRule="auto"/>
        <w:rPr>
          <w:b/>
          <w:bCs/>
        </w:rPr>
      </w:pPr>
      <w:r>
        <w:rPr>
          <w:b/>
          <w:bCs/>
        </w:rPr>
        <w:t xml:space="preserve">About the Sennheiser brand  </w:t>
      </w:r>
    </w:p>
    <w:p w14:paraId="499EE888" w14:textId="77777777" w:rsidR="00F723A9" w:rsidRDefault="002B2A66">
      <w:pPr>
        <w:pStyle w:val="About"/>
      </w:pPr>
      <w:r>
        <w:t xml:space="preserve">We live and breathe audio. We are driven by the passion to create audio solutions that make a difference. Building the future of audio and bringing remarkable sound experiences to our customers – this is what the Sennheiser brand has represented for more than 75 years. While professional audio solutions such as microphones, meeting solutions, streaming technologies and monitoring systems are part of the business of Sennheiser electronic GmbH &amp; Co. KG, the business with consumer devices such as headphones, soundbars and speech-enhanced hearables is operated by </w:t>
      </w:r>
      <w:proofErr w:type="spellStart"/>
      <w:r>
        <w:t>Sonova</w:t>
      </w:r>
      <w:proofErr w:type="spellEnd"/>
      <w:r>
        <w:t xml:space="preserve"> Holding AG under the license of Sennheiser.  </w:t>
      </w:r>
    </w:p>
    <w:p w14:paraId="704B7D19" w14:textId="77777777" w:rsidR="00F723A9" w:rsidRDefault="00F723A9">
      <w:pPr>
        <w:pStyle w:val="About"/>
      </w:pPr>
    </w:p>
    <w:p w14:paraId="1B0B242A" w14:textId="77777777" w:rsidR="00F723A9" w:rsidRDefault="00000000">
      <w:pPr>
        <w:pStyle w:val="About"/>
        <w:rPr>
          <w:color w:val="0095D5"/>
          <w:u w:color="0095D5"/>
        </w:rPr>
      </w:pPr>
      <w:hyperlink r:id="rId11" w:history="1">
        <w:r w:rsidR="002B2A66">
          <w:rPr>
            <w:rStyle w:val="Hyperlink1"/>
          </w:rPr>
          <w:t>www.sennheiser.com</w:t>
        </w:r>
      </w:hyperlink>
    </w:p>
    <w:p w14:paraId="1577314F" w14:textId="77777777" w:rsidR="00F723A9" w:rsidRDefault="00000000">
      <w:pPr>
        <w:pStyle w:val="About"/>
        <w:rPr>
          <w:color w:val="0095D5"/>
          <w:u w:color="0095D5"/>
        </w:rPr>
      </w:pPr>
      <w:hyperlink r:id="rId12" w:history="1">
        <w:r w:rsidR="002B2A66">
          <w:rPr>
            <w:rStyle w:val="Hyperlink1"/>
          </w:rPr>
          <w:t>www.sennheiser-hearing.com</w:t>
        </w:r>
      </w:hyperlink>
    </w:p>
    <w:p w14:paraId="18AB5335" w14:textId="77777777" w:rsidR="00F723A9" w:rsidRDefault="00F723A9">
      <w:pPr>
        <w:pStyle w:val="Contact"/>
      </w:pPr>
    </w:p>
    <w:p w14:paraId="7FA3D1DF" w14:textId="77777777" w:rsidR="00F723A9" w:rsidRDefault="002B2A66">
      <w:pPr>
        <w:pStyle w:val="Contact"/>
        <w:rPr>
          <w:b/>
          <w:bCs/>
        </w:rPr>
      </w:pPr>
      <w:r>
        <w:rPr>
          <w:b/>
          <w:bCs/>
        </w:rPr>
        <w:t>Global Press Contact</w:t>
      </w:r>
    </w:p>
    <w:p w14:paraId="4AB74C00" w14:textId="77777777" w:rsidR="00F723A9" w:rsidRDefault="00F723A9">
      <w:pPr>
        <w:pStyle w:val="Contact"/>
      </w:pPr>
    </w:p>
    <w:p w14:paraId="74EB7CBB" w14:textId="77777777" w:rsidR="00F723A9" w:rsidRDefault="002B2A66">
      <w:pPr>
        <w:pStyle w:val="Contact"/>
        <w:rPr>
          <w:rFonts w:ascii="Segoe UI" w:eastAsia="Segoe UI" w:hAnsi="Segoe UI" w:cs="Segoe UI"/>
          <w:color w:val="0095D5"/>
          <w:u w:color="0095D5"/>
        </w:rPr>
      </w:pPr>
      <w:r>
        <w:rPr>
          <w:color w:val="0095D5"/>
          <w:u w:color="0095D5"/>
        </w:rPr>
        <w:t>Jeff Horan</w:t>
      </w:r>
    </w:p>
    <w:p w14:paraId="091CFEE2" w14:textId="77777777" w:rsidR="00F723A9" w:rsidRDefault="002B2A66">
      <w:pPr>
        <w:pStyle w:val="Contact"/>
        <w:rPr>
          <w:rFonts w:ascii="Segoe UI" w:eastAsia="Segoe UI" w:hAnsi="Segoe UI" w:cs="Segoe UI"/>
        </w:rPr>
      </w:pPr>
      <w:r>
        <w:t>+1 860-598-7539</w:t>
      </w:r>
    </w:p>
    <w:p w14:paraId="386ADBA0" w14:textId="77777777" w:rsidR="00F723A9" w:rsidRDefault="002B2A66">
      <w:pPr>
        <w:pStyle w:val="Contact"/>
      </w:pPr>
      <w:r>
        <w:t>jeffrey.horan@sennheiser.com</w:t>
      </w:r>
    </w:p>
    <w:sectPr w:rsidR="00F723A9">
      <w:headerReference w:type="default" r:id="rId13"/>
      <w:footerReference w:type="default" r:id="rId14"/>
      <w:headerReference w:type="first" r:id="rId15"/>
      <w:footerReference w:type="first" r:id="rId16"/>
      <w:pgSz w:w="11900" w:h="16840"/>
      <w:pgMar w:top="2754" w:right="2608" w:bottom="1418" w:left="1418" w:header="629" w:footer="134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7B67C" w14:textId="77777777" w:rsidR="002806F6" w:rsidRDefault="002806F6">
      <w:r>
        <w:separator/>
      </w:r>
    </w:p>
  </w:endnote>
  <w:endnote w:type="continuationSeparator" w:id="0">
    <w:p w14:paraId="6F2E32A7" w14:textId="77777777" w:rsidR="002806F6" w:rsidRDefault="0028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nnheiser Office">
    <w:altName w:val="Calibri"/>
    <w:panose1 w:val="020B0604020202020204"/>
    <w:charset w:val="00"/>
    <w:family w:val="swiss"/>
    <w:pitch w:val="variable"/>
    <w:sig w:usb0="A00000AF" w:usb1="500020DB"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SennheiserOffice-Bold">
    <w:altName w:val="Calibri"/>
    <w:panose1 w:val="020B0604020202020204"/>
    <w:charset w:val="4D"/>
    <w:family w:val="auto"/>
    <w:pitch w:val="variable"/>
    <w:sig w:usb0="A00000AF" w:usb1="500020DB"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AB16" w14:textId="77777777" w:rsidR="00F723A9" w:rsidRDefault="00F723A9">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28C3" w14:textId="77777777" w:rsidR="00F723A9" w:rsidRDefault="00F723A9">
    <w:pPr>
      <w:pStyle w:val="Footer"/>
      <w:tabs>
        <w:tab w:val="left" w:pos="306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422AD" w14:textId="77777777" w:rsidR="002806F6" w:rsidRDefault="002806F6">
      <w:r>
        <w:separator/>
      </w:r>
    </w:p>
  </w:footnote>
  <w:footnote w:type="continuationSeparator" w:id="0">
    <w:p w14:paraId="44FAEB79" w14:textId="77777777" w:rsidR="002806F6" w:rsidRDefault="0028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113A" w14:textId="77777777" w:rsidR="00F723A9" w:rsidRDefault="002B2A66">
    <w:pPr>
      <w:pStyle w:val="Header"/>
      <w:rPr>
        <w:color w:val="0095D5"/>
        <w:u w:color="0095D5"/>
      </w:rPr>
    </w:pPr>
    <w:r>
      <w:rPr>
        <w:noProof/>
      </w:rPr>
      <w:drawing>
        <wp:anchor distT="152400" distB="152400" distL="152400" distR="152400" simplePos="0" relativeHeight="251656704" behindDoc="1" locked="0" layoutInCell="1" allowOverlap="1" wp14:anchorId="5F7EE410" wp14:editId="220029AF">
          <wp:simplePos x="0" y="0"/>
          <wp:positionH relativeFrom="page">
            <wp:posOffset>900430</wp:posOffset>
          </wp:positionH>
          <wp:positionV relativeFrom="page">
            <wp:posOffset>422275</wp:posOffset>
          </wp:positionV>
          <wp:extent cx="576001" cy="431117"/>
          <wp:effectExtent l="0" t="0" r="0" b="0"/>
          <wp:wrapNone/>
          <wp:docPr id="1073741825" name="officeArt object" descr="Grafik 23"/>
          <wp:cNvGraphicFramePr/>
          <a:graphic xmlns:a="http://schemas.openxmlformats.org/drawingml/2006/main">
            <a:graphicData uri="http://schemas.openxmlformats.org/drawingml/2006/picture">
              <pic:pic xmlns:pic="http://schemas.openxmlformats.org/drawingml/2006/picture">
                <pic:nvPicPr>
                  <pic:cNvPr id="1073741825" name="Grafik 23" descr="Grafik 23"/>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color w:val="0095D5"/>
        <w:u w:color="0095D5"/>
      </w:rPr>
      <w:t>Press Release</w:t>
    </w:r>
  </w:p>
  <w:p w14:paraId="0BF9A27C" w14:textId="77777777" w:rsidR="00F723A9" w:rsidRDefault="002B2A66">
    <w:pPr>
      <w:pStyle w:val="Header"/>
    </w:pPr>
    <w:r>
      <w:fldChar w:fldCharType="begin"/>
    </w:r>
    <w:r>
      <w:instrText xml:space="preserve"> PAGE </w:instrText>
    </w:r>
    <w:r>
      <w:fldChar w:fldCharType="separate"/>
    </w:r>
    <w:r w:rsidR="002D5380">
      <w:rPr>
        <w:noProof/>
      </w:rPr>
      <w:t>2</w:t>
    </w:r>
    <w:r>
      <w:fldChar w:fldCharType="end"/>
    </w:r>
    <w:r>
      <w:t>/</w:t>
    </w:r>
    <w:r>
      <w:fldChar w:fldCharType="begin"/>
    </w:r>
    <w:r>
      <w:instrText xml:space="preserve"> NUMPAGES </w:instrText>
    </w:r>
    <w:r>
      <w:fldChar w:fldCharType="separate"/>
    </w:r>
    <w:r w:rsidR="002D5380">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1AE64" w14:textId="77777777" w:rsidR="00F723A9" w:rsidRDefault="002B2A66">
    <w:pPr>
      <w:pStyle w:val="Header"/>
      <w:rPr>
        <w:color w:val="0095D5"/>
        <w:u w:color="0095D5"/>
      </w:rPr>
    </w:pPr>
    <w:r>
      <w:rPr>
        <w:noProof/>
      </w:rPr>
      <w:drawing>
        <wp:anchor distT="152400" distB="152400" distL="152400" distR="152400" simplePos="0" relativeHeight="251657728" behindDoc="1" locked="0" layoutInCell="1" allowOverlap="1" wp14:anchorId="7B4BD951" wp14:editId="27DCE1DA">
          <wp:simplePos x="0" y="0"/>
          <wp:positionH relativeFrom="page">
            <wp:posOffset>900430</wp:posOffset>
          </wp:positionH>
          <wp:positionV relativeFrom="page">
            <wp:posOffset>422275</wp:posOffset>
          </wp:positionV>
          <wp:extent cx="576001" cy="431117"/>
          <wp:effectExtent l="0" t="0" r="0" b="0"/>
          <wp:wrapNone/>
          <wp:docPr id="1073741826" name="officeArt object" descr="Grafik 24"/>
          <wp:cNvGraphicFramePr/>
          <a:graphic xmlns:a="http://schemas.openxmlformats.org/drawingml/2006/main">
            <a:graphicData uri="http://schemas.openxmlformats.org/drawingml/2006/picture">
              <pic:pic xmlns:pic="http://schemas.openxmlformats.org/drawingml/2006/picture">
                <pic:nvPicPr>
                  <pic:cNvPr id="1073741826" name="Grafik 24" descr="Grafik 24"/>
                  <pic:cNvPicPr>
                    <a:picLocks noChangeAspect="1"/>
                  </pic:cNvPicPr>
                </pic:nvPicPr>
                <pic:blipFill>
                  <a:blip r:embed="rId1"/>
                  <a:stretch>
                    <a:fillRect/>
                  </a:stretch>
                </pic:blipFill>
                <pic:spPr>
                  <a:xfrm>
                    <a:off x="0" y="0"/>
                    <a:ext cx="576001" cy="431117"/>
                  </a:xfrm>
                  <a:prstGeom prst="rect">
                    <a:avLst/>
                  </a:prstGeom>
                  <a:ln w="12700" cap="flat">
                    <a:noFill/>
                    <a:miter lim="400000"/>
                  </a:ln>
                  <a:effectLst/>
                </pic:spPr>
              </pic:pic>
            </a:graphicData>
          </a:graphic>
        </wp:anchor>
      </w:drawing>
    </w:r>
    <w:r>
      <w:rPr>
        <w:noProof/>
      </w:rPr>
      <w:drawing>
        <wp:anchor distT="152400" distB="152400" distL="152400" distR="152400" simplePos="0" relativeHeight="251658752" behindDoc="1" locked="0" layoutInCell="1" allowOverlap="1" wp14:anchorId="5FD1318C" wp14:editId="7766C164">
          <wp:simplePos x="0" y="0"/>
          <wp:positionH relativeFrom="page">
            <wp:posOffset>900430</wp:posOffset>
          </wp:positionH>
          <wp:positionV relativeFrom="page">
            <wp:posOffset>10153015</wp:posOffset>
          </wp:positionV>
          <wp:extent cx="1026000" cy="108000"/>
          <wp:effectExtent l="0" t="0" r="0" b="0"/>
          <wp:wrapNone/>
          <wp:docPr id="1073741827" name="officeArt object" descr="Grafik 26"/>
          <wp:cNvGraphicFramePr/>
          <a:graphic xmlns:a="http://schemas.openxmlformats.org/drawingml/2006/main">
            <a:graphicData uri="http://schemas.openxmlformats.org/drawingml/2006/picture">
              <pic:pic xmlns:pic="http://schemas.openxmlformats.org/drawingml/2006/picture">
                <pic:nvPicPr>
                  <pic:cNvPr id="1073741827" name="Grafik 26" descr="Grafik 26"/>
                  <pic:cNvPicPr>
                    <a:picLocks noChangeAspect="1"/>
                  </pic:cNvPicPr>
                </pic:nvPicPr>
                <pic:blipFill>
                  <a:blip r:embed="rId2"/>
                  <a:stretch>
                    <a:fillRect/>
                  </a:stretch>
                </pic:blipFill>
                <pic:spPr>
                  <a:xfrm>
                    <a:off x="0" y="0"/>
                    <a:ext cx="1026000" cy="108000"/>
                  </a:xfrm>
                  <a:prstGeom prst="rect">
                    <a:avLst/>
                  </a:prstGeom>
                  <a:ln w="12700" cap="flat">
                    <a:noFill/>
                    <a:miter lim="400000"/>
                  </a:ln>
                  <a:effectLst/>
                </pic:spPr>
              </pic:pic>
            </a:graphicData>
          </a:graphic>
        </wp:anchor>
      </w:drawing>
    </w:r>
    <w:r>
      <w:rPr>
        <w:color w:val="0095D5"/>
        <w:u w:color="0095D5"/>
      </w:rPr>
      <w:t>Press Release</w:t>
    </w:r>
  </w:p>
  <w:p w14:paraId="212C0CC5" w14:textId="77777777" w:rsidR="00F723A9" w:rsidRDefault="002B2A66">
    <w:pPr>
      <w:pStyle w:val="Header"/>
    </w:pPr>
    <w:r>
      <w:fldChar w:fldCharType="begin"/>
    </w:r>
    <w:r>
      <w:instrText xml:space="preserve"> PAGE </w:instrText>
    </w:r>
    <w:r>
      <w:fldChar w:fldCharType="separate"/>
    </w:r>
    <w:r w:rsidR="002D5380">
      <w:rPr>
        <w:noProof/>
      </w:rPr>
      <w:t>1</w:t>
    </w:r>
    <w:r>
      <w:fldChar w:fldCharType="end"/>
    </w:r>
    <w:r>
      <w:t>/</w:t>
    </w:r>
    <w:r>
      <w:fldChar w:fldCharType="begin"/>
    </w:r>
    <w:r>
      <w:instrText xml:space="preserve"> NUMPAGES </w:instrText>
    </w:r>
    <w:r>
      <w:fldChar w:fldCharType="separate"/>
    </w:r>
    <w:r w:rsidR="002D5380">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27072"/>
    <w:multiLevelType w:val="hybridMultilevel"/>
    <w:tmpl w:val="DEA85A3E"/>
    <w:numStyleLink w:val="Bullets"/>
  </w:abstractNum>
  <w:abstractNum w:abstractNumId="1" w15:restartNumberingAfterBreak="0">
    <w:nsid w:val="18D26FC0"/>
    <w:multiLevelType w:val="hybridMultilevel"/>
    <w:tmpl w:val="DEA85A3E"/>
    <w:styleLink w:val="Bullets"/>
    <w:lvl w:ilvl="0" w:tplc="60564A00">
      <w:start w:val="1"/>
      <w:numFmt w:val="bullet"/>
      <w:lvlText w:val="•"/>
      <w:lvlJc w:val="left"/>
      <w:pPr>
        <w:ind w:left="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77FA408E">
      <w:start w:val="1"/>
      <w:numFmt w:val="bullet"/>
      <w:lvlText w:val="•"/>
      <w:lvlJc w:val="left"/>
      <w:pPr>
        <w:ind w:left="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A162D0C">
      <w:start w:val="1"/>
      <w:numFmt w:val="bullet"/>
      <w:lvlText w:val="•"/>
      <w:lvlJc w:val="left"/>
      <w:pPr>
        <w:ind w:left="1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3D858AC">
      <w:start w:val="1"/>
      <w:numFmt w:val="bullet"/>
      <w:lvlText w:val="•"/>
      <w:lvlJc w:val="left"/>
      <w:pPr>
        <w:ind w:left="1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BBC3E84">
      <w:start w:val="1"/>
      <w:numFmt w:val="bullet"/>
      <w:lvlText w:val="•"/>
      <w:lvlJc w:val="left"/>
      <w:pPr>
        <w:ind w:left="25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B27A9B4A">
      <w:start w:val="1"/>
      <w:numFmt w:val="bullet"/>
      <w:lvlText w:val="•"/>
      <w:lvlJc w:val="left"/>
      <w:pPr>
        <w:ind w:left="31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552141C">
      <w:start w:val="1"/>
      <w:numFmt w:val="bullet"/>
      <w:lvlText w:val="•"/>
      <w:lvlJc w:val="left"/>
      <w:pPr>
        <w:ind w:left="37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C2E080A8">
      <w:start w:val="1"/>
      <w:numFmt w:val="bullet"/>
      <w:lvlText w:val="•"/>
      <w:lvlJc w:val="left"/>
      <w:pPr>
        <w:ind w:left="43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D8A3AD4">
      <w:start w:val="1"/>
      <w:numFmt w:val="bullet"/>
      <w:lvlText w:val="•"/>
      <w:lvlJc w:val="left"/>
      <w:pPr>
        <w:ind w:left="4942" w:hanging="142"/>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num w:numId="1" w16cid:durableId="1783961674">
    <w:abstractNumId w:val="1"/>
  </w:num>
  <w:num w:numId="2" w16cid:durableId="1608148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isplayBackgroundShape/>
  <w:hideSpellingErrors/>
  <w:hideGrammaticalErrors/>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182"/>
    <w:rsid w:val="00086D15"/>
    <w:rsid w:val="000E5BF1"/>
    <w:rsid w:val="00130492"/>
    <w:rsid w:val="00184C1D"/>
    <w:rsid w:val="002165F2"/>
    <w:rsid w:val="0028064C"/>
    <w:rsid w:val="002806F6"/>
    <w:rsid w:val="002B2A66"/>
    <w:rsid w:val="002D5380"/>
    <w:rsid w:val="002F30A9"/>
    <w:rsid w:val="003108F6"/>
    <w:rsid w:val="00520A09"/>
    <w:rsid w:val="00604FA8"/>
    <w:rsid w:val="006A79C1"/>
    <w:rsid w:val="007C03AE"/>
    <w:rsid w:val="007D0449"/>
    <w:rsid w:val="00907E32"/>
    <w:rsid w:val="00A175AE"/>
    <w:rsid w:val="00A8660F"/>
    <w:rsid w:val="00AB03D5"/>
    <w:rsid w:val="00B52209"/>
    <w:rsid w:val="00BA0182"/>
    <w:rsid w:val="00C13115"/>
    <w:rsid w:val="00D610E2"/>
    <w:rsid w:val="00F723A9"/>
    <w:rsid w:val="0F2A1039"/>
    <w:rsid w:val="12006D39"/>
    <w:rsid w:val="1454BF0D"/>
    <w:rsid w:val="17F6E6BA"/>
    <w:rsid w:val="19A964BE"/>
    <w:rsid w:val="218D2ADD"/>
    <w:rsid w:val="4A59DA01"/>
    <w:rsid w:val="4F88A0FE"/>
    <w:rsid w:val="542F149F"/>
    <w:rsid w:val="549FDA20"/>
    <w:rsid w:val="60420A07"/>
    <w:rsid w:val="6D710AC3"/>
    <w:rsid w:val="77F2879F"/>
    <w:rsid w:val="7D32C6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0A13E"/>
  <w15:docId w15:val="{A7C6C3B5-80CF-A84A-87A2-E6311BF8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spacing w:line="195" w:lineRule="atLeast"/>
      <w:jc w:val="right"/>
    </w:pPr>
    <w:rPr>
      <w:rFonts w:ascii="Sennheiser Office" w:eastAsia="Sennheiser Office" w:hAnsi="Sennheiser Office" w:cs="Sennheiser Office"/>
      <w:caps/>
      <w:color w:val="000000"/>
      <w:spacing w:val="11"/>
      <w:sz w:val="15"/>
      <w:szCs w:val="15"/>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Footer">
    <w:name w:val="footer"/>
    <w:pPr>
      <w:spacing w:line="180" w:lineRule="atLeast"/>
    </w:pPr>
    <w:rPr>
      <w:rFonts w:ascii="Sennheiser Office" w:eastAsia="Sennheiser Office" w:hAnsi="Sennheiser Office" w:cs="Sennheiser Office"/>
      <w:color w:val="000000"/>
      <w:sz w:val="12"/>
      <w:szCs w:val="12"/>
      <w:u w:color="000000"/>
      <w:lang w:val="en-US"/>
    </w:rPr>
  </w:style>
  <w:style w:type="paragraph" w:customStyle="1" w:styleId="Heading">
    <w:name w:val="Heading"/>
    <w:next w:val="Body"/>
    <w:pPr>
      <w:spacing w:line="360" w:lineRule="auto"/>
      <w:outlineLvl w:val="0"/>
    </w:pPr>
    <w:rPr>
      <w:rFonts w:ascii="Sennheiser Office" w:eastAsia="Sennheiser Office" w:hAnsi="Sennheiser Office" w:cs="Sennheiser Office"/>
      <w:b/>
      <w:bCs/>
      <w:color w:val="0095D5"/>
      <w:sz w:val="18"/>
      <w:szCs w:val="18"/>
      <w:u w:color="0095D5"/>
      <w:lang w:val="en-US"/>
      <w14:textOutline w14:w="0" w14:cap="flat" w14:cmpd="sng" w14:algn="ctr">
        <w14:noFill/>
        <w14:prstDash w14:val="solid"/>
        <w14:bevel/>
      </w14:textOutline>
    </w:rPr>
  </w:style>
  <w:style w:type="paragraph" w:customStyle="1" w:styleId="Body">
    <w:name w:val="Body"/>
    <w:pPr>
      <w:spacing w:line="360" w:lineRule="auto"/>
    </w:pPr>
    <w:rPr>
      <w:rFonts w:ascii="Sennheiser Office" w:eastAsia="Sennheiser Office" w:hAnsi="Sennheiser Office" w:cs="Sennheiser Office"/>
      <w:color w:val="000000"/>
      <w:sz w:val="18"/>
      <w:szCs w:val="18"/>
      <w:u w:color="000000"/>
      <w:lang w:val="en-US"/>
      <w14:textOutline w14:w="0" w14:cap="flat" w14:cmpd="sng" w14:algn="ctr">
        <w14:noFill/>
        <w14:prstDash w14:val="solid"/>
        <w14:bevel/>
      </w14:textOutline>
    </w:rPr>
  </w:style>
  <w:style w:type="numbering" w:customStyle="1" w:styleId="Bullets">
    <w:name w:val="Bullets"/>
    <w:pPr>
      <w:numPr>
        <w:numId w:val="1"/>
      </w:numPr>
    </w:pPr>
  </w:style>
  <w:style w:type="character" w:customStyle="1" w:styleId="Hyperlink0">
    <w:name w:val="Hyperlink.0"/>
    <w:basedOn w:val="Hyperlink"/>
    <w:rPr>
      <w:outline w:val="0"/>
      <w:color w:val="000000"/>
      <w:u w:val="single" w:color="000000"/>
    </w:rPr>
  </w:style>
  <w:style w:type="paragraph" w:customStyle="1" w:styleId="About">
    <w:name w:val="About"/>
    <w:rPr>
      <w:rFonts w:ascii="Sennheiser Office" w:eastAsia="Sennheiser Office" w:hAnsi="Sennheiser Office" w:cs="Sennheiser Office"/>
      <w:color w:val="000000"/>
      <w:sz w:val="18"/>
      <w:szCs w:val="18"/>
      <w:u w:color="000000"/>
      <w:lang w:val="en-US"/>
    </w:rPr>
  </w:style>
  <w:style w:type="character" w:customStyle="1" w:styleId="Hyperlink1">
    <w:name w:val="Hyperlink.1"/>
    <w:basedOn w:val="Hyperlink0"/>
    <w:rPr>
      <w:outline w:val="0"/>
      <w:color w:val="0095D5"/>
      <w:u w:val="none" w:color="0095D5"/>
    </w:rPr>
  </w:style>
  <w:style w:type="paragraph" w:customStyle="1" w:styleId="Contact">
    <w:name w:val="Contact"/>
    <w:pPr>
      <w:tabs>
        <w:tab w:val="left" w:pos="4111"/>
      </w:tabs>
      <w:spacing w:line="210" w:lineRule="atLeast"/>
    </w:pPr>
    <w:rPr>
      <w:rFonts w:ascii="Sennheiser Office" w:eastAsia="Sennheiser Office" w:hAnsi="Sennheiser Office" w:cs="Sennheiser Office"/>
      <w:color w:val="000000"/>
      <w:sz w:val="15"/>
      <w:szCs w:val="15"/>
      <w:u w:color="000000"/>
      <w:lang w:val="en-US"/>
    </w:rPr>
  </w:style>
  <w:style w:type="paragraph" w:styleId="Revision">
    <w:name w:val="Revision"/>
    <w:hidden/>
    <w:uiPriority w:val="99"/>
    <w:semiHidden/>
    <w:rsid w:val="00184C1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ennheiser-hearin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ennheiser.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en-us.sennheiser.com/sennheisers-roadshow-introduce-cutting-edge-audio-solution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smee/Documents/SENNHEISER/PR/TC%20Family%20Roadshow%202023/TEMPLATE%20TC%20Family%20Roadshow%202023%20Media%20Alert.dotx" TargetMode="External"/></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0095D5"/>
      </a:accent1>
      <a:accent2>
        <a:srgbClr val="414141"/>
      </a:accent2>
      <a:accent3>
        <a:srgbClr val="E0E0E0"/>
      </a:accent3>
      <a:accent4>
        <a:srgbClr val="003746"/>
      </a:accent4>
      <a:accent5>
        <a:srgbClr val="E5F4FA"/>
      </a:accent5>
      <a:accent6>
        <a:srgbClr val="99AEB5"/>
      </a:accent6>
      <a:hlink>
        <a:srgbClr val="0000FF"/>
      </a:hlink>
      <a:folHlink>
        <a:srgbClr val="FF00FF"/>
      </a:folHlink>
    </a:clrScheme>
    <a:fontScheme name="Larissa">
      <a:majorFont>
        <a:latin typeface="Helvetica Neue"/>
        <a:ea typeface="Helvetica Neue"/>
        <a:cs typeface="Helvetica Neue"/>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Sennheiser Office"/>
            <a:ea typeface="Sennheiser Office"/>
            <a:cs typeface="Sennheiser Office"/>
            <a:sym typeface="Sennheiser Offic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939686CD705540ABF6A718AE3D1A37" ma:contentTypeVersion="18" ma:contentTypeDescription="Create a new document." ma:contentTypeScope="" ma:versionID="449ee7d702e8e989927f0e4827a8e3cc">
  <xsd:schema xmlns:xsd="http://www.w3.org/2001/XMLSchema" xmlns:xs="http://www.w3.org/2001/XMLSchema" xmlns:p="http://schemas.microsoft.com/office/2006/metadata/properties" xmlns:ns2="b306a140-d0f9-4fc6-ae4b-33081741ce19" xmlns:ns3="142980b2-997a-4a96-b6ca-5985986af73a" targetNamespace="http://schemas.microsoft.com/office/2006/metadata/properties" ma:root="true" ma:fieldsID="88905912337dfb1dfae1ae92b611cfa3" ns2:_="" ns3:_="">
    <xsd:import namespace="b306a140-d0f9-4fc6-ae4b-33081741ce19"/>
    <xsd:import namespace="142980b2-997a-4a96-b6ca-5985986af7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6a140-d0f9-4fc6-ae4b-33081741c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2980b2-997a-4a96-b6ca-5985986af7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25a8107-27e2-4fb8-94ae-5b5760ffe99c}" ma:internalName="TaxCatchAll" ma:showField="CatchAllData" ma:web="142980b2-997a-4a96-b6ca-5985986af7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2980b2-997a-4a96-b6ca-5985986af73a" xsi:nil="true"/>
    <lcf76f155ced4ddcb4097134ff3c332f xmlns="b306a140-d0f9-4fc6-ae4b-33081741ce19">
      <Terms xmlns="http://schemas.microsoft.com/office/infopath/2007/PartnerControls"/>
    </lcf76f155ced4ddcb4097134ff3c332f>
    <SharedWithUsers xmlns="142980b2-997a-4a96-b6ca-5985986af73a">
      <UserInfo>
        <DisplayName>Victoria Chernih</DisplayName>
        <AccountId>942</AccountId>
        <AccountType/>
      </UserInfo>
      <UserInfo>
        <DisplayName>sarahj</DisplayName>
        <AccountId>943</AccountId>
        <AccountType/>
      </UserInfo>
      <UserInfo>
        <DisplayName>Smee, Chris</DisplayName>
        <AccountId>1188</AccountId>
        <AccountType/>
      </UserInfo>
      <UserInfo>
        <DisplayName>Anesten, Emy</DisplayName>
        <AccountId>183</AccountId>
        <AccountType/>
      </UserInfo>
      <UserInfo>
        <DisplayName>Horan, Jeffrey</DisplayName>
        <AccountId>188</AccountId>
        <AccountType/>
      </UserInfo>
    </SharedWithUsers>
  </documentManagement>
</p:properties>
</file>

<file path=customXml/itemProps1.xml><?xml version="1.0" encoding="utf-8"?>
<ds:datastoreItem xmlns:ds="http://schemas.openxmlformats.org/officeDocument/2006/customXml" ds:itemID="{E301780C-7E2A-45B0-B63D-AB1D2480ADCE}">
  <ds:schemaRefs>
    <ds:schemaRef ds:uri="http://schemas.microsoft.com/sharepoint/v3/contenttype/forms"/>
  </ds:schemaRefs>
</ds:datastoreItem>
</file>

<file path=customXml/itemProps2.xml><?xml version="1.0" encoding="utf-8"?>
<ds:datastoreItem xmlns:ds="http://schemas.openxmlformats.org/officeDocument/2006/customXml" ds:itemID="{932E45A0-7762-4A8B-8DBE-01AA4B231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6a140-d0f9-4fc6-ae4b-33081741ce19"/>
    <ds:schemaRef ds:uri="142980b2-997a-4a96-b6ca-5985986af7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6966E5-C3EF-48B2-8714-3253BE7312AC}">
  <ds:schemaRefs>
    <ds:schemaRef ds:uri="http://schemas.microsoft.com/office/2006/metadata/properties"/>
    <ds:schemaRef ds:uri="http://schemas.microsoft.com/office/infopath/2007/PartnerControls"/>
    <ds:schemaRef ds:uri="142980b2-997a-4a96-b6ca-5985986af73a"/>
    <ds:schemaRef ds:uri="b306a140-d0f9-4fc6-ae4b-33081741ce19"/>
  </ds:schemaRefs>
</ds:datastoreItem>
</file>

<file path=docProps/app.xml><?xml version="1.0" encoding="utf-8"?>
<Properties xmlns="http://schemas.openxmlformats.org/officeDocument/2006/extended-properties" xmlns:vt="http://schemas.openxmlformats.org/officeDocument/2006/docPropsVTypes">
  <Template>TEMPLATE TC Family Roadshow 2023 Media Alert.dotx</Template>
  <TotalTime>0</TotalTime>
  <Pages>1</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Smee</dc:creator>
  <cp:lastModifiedBy>Sarah James</cp:lastModifiedBy>
  <cp:revision>2</cp:revision>
  <dcterms:created xsi:type="dcterms:W3CDTF">2023-10-11T06:01:00Z</dcterms:created>
  <dcterms:modified xsi:type="dcterms:W3CDTF">2023-10-11T06:01:00Z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0x01010072939686CD705540ABF6A718AE3D1A37</vt:lpwstr>
  </property>
  <property fmtid="{D5CDD505-2E9C-101B-9397-08002B2CF9AE}" pid="3" name="MediaServiceImageTags">
    <vt:lpwstr/>
  </property>
</Properties>
</file>